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F197457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B67D39">
        <w:rPr>
          <w:rFonts w:ascii="Verdana" w:eastAsia="Verdana" w:hAnsi="Verdana" w:cs="Times New Roman"/>
          <w:b/>
        </w:rPr>
        <w:t>ZAŁĄCZNIK N</w:t>
      </w:r>
      <w:r w:rsidR="00285DD6">
        <w:rPr>
          <w:rFonts w:ascii="Verdana" w:eastAsia="Verdana" w:hAnsi="Verdana" w:cs="Times New Roman"/>
          <w:b/>
        </w:rPr>
        <w:t>R 3 DO SWZ -  FORMULARZ OFERTY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7AA5319" w14:textId="4DB85E88" w:rsidR="00285DD6" w:rsidRPr="00EE1D89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285DD6" w:rsidRPr="006B56FD">
              <w:rPr>
                <w:rFonts w:asciiTheme="minorHAnsi" w:hAnsiTheme="minorHAnsi" w:cstheme="minorHAnsi"/>
                <w:b/>
              </w:rPr>
              <w:t xml:space="preserve"> </w:t>
            </w:r>
            <w:r w:rsidR="00285DD6" w:rsidRPr="00EE1D89">
              <w:rPr>
                <w:rFonts w:asciiTheme="minorHAnsi" w:hAnsiTheme="minorHAnsi" w:cstheme="minorHAnsi"/>
                <w:b/>
                <w:sz w:val="20"/>
              </w:rPr>
              <w:t>Warszawa</w:t>
            </w:r>
          </w:p>
          <w:p w14:paraId="1C42C22C" w14:textId="77777777" w:rsidR="00285DD6" w:rsidRPr="00EE1D89" w:rsidRDefault="00285DD6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EE1D89">
              <w:rPr>
                <w:rFonts w:asciiTheme="minorHAnsi" w:hAnsiTheme="minorHAnsi" w:cstheme="minorHAnsi"/>
                <w:color w:val="000000"/>
                <w:sz w:val="20"/>
              </w:rPr>
              <w:t>ul. Marsa 95, 04-470 Warszawa</w:t>
            </w:r>
          </w:p>
          <w:p w14:paraId="3F4CA6ED" w14:textId="652AD7EC" w:rsidR="00B67D39" w:rsidRPr="006B56FD" w:rsidRDefault="00B67D39" w:rsidP="00285DD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74FBE27" w14:textId="6E734598" w:rsidR="00A62B4C" w:rsidRDefault="00A62B4C" w:rsidP="00A62B4C">
      <w:pPr>
        <w:rPr>
          <w:rFonts w:eastAsia="Verdana" w:cs="Times New Roman"/>
          <w:szCs w:val="18"/>
        </w:rPr>
      </w:pPr>
    </w:p>
    <w:p w14:paraId="5741CA2F" w14:textId="77777777" w:rsidR="00F72FB0" w:rsidRPr="00B67D39" w:rsidRDefault="00F72FB0" w:rsidP="00A62B4C">
      <w:pPr>
        <w:rPr>
          <w:rFonts w:eastAsia="Verdana" w:cs="Times New Roman"/>
          <w:szCs w:val="18"/>
        </w:rPr>
      </w:pPr>
    </w:p>
    <w:p w14:paraId="28DC2734" w14:textId="430D64FE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nr_postepowania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2E308B" w:rsidRPr="00870CC4">
        <w:rPr>
          <w:rFonts w:cstheme="minorHAnsi"/>
          <w:noProof/>
          <w:szCs w:val="18"/>
          <w:lang w:eastAsia="pl-PL"/>
        </w:rPr>
        <w:t>POST/DYS/OW/GZ/04467/2025</w:t>
      </w:r>
      <w:r w:rsidR="00285DD6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nazwa_post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2E308B" w:rsidRPr="00870CC4">
        <w:rPr>
          <w:rFonts w:cstheme="minorHAnsi"/>
          <w:noProof/>
          <w:szCs w:val="18"/>
          <w:lang w:eastAsia="pl-PL"/>
        </w:rPr>
        <w:t>Roboty budowlane w celu przyłączenia do sieci elektroenergetycznej Kontrahentów w podziale na 6 zadań w miejscowościach Królewiec, Lubomin, Cierpięta, Leonów, Mińsk Mazowiecki ul.Dąbrówki, Siennica ul.Kołbielska (P4_2025 RE Mińsk Mazowiecki)</w:t>
      </w:r>
      <w:r w:rsidR="00285DD6">
        <w:rPr>
          <w:rFonts w:cstheme="minorHAnsi"/>
          <w:szCs w:val="18"/>
          <w:lang w:eastAsia="pl-PL"/>
        </w:rPr>
        <w:fldChar w:fldCharType="end"/>
      </w:r>
      <w:r w:rsidR="00285DD6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7BBBAEF" w14:textId="5D13896C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142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OSOBA UPRAWNIONA DO UDZIAŁU W AUKCJI ELEKTRONICZNEJ:</w:t>
      </w:r>
      <w:r w:rsidRPr="00B67D39">
        <w:rPr>
          <w:rFonts w:cstheme="minorHAnsi"/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6A16156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67FF1B1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073B7102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7CAE060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81FE014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3C760F19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CD9F00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4D0EAF9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3758C7C1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F054AD9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3FD93646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257A6F78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79152D09" w14:textId="11C50059" w:rsidR="00B67D39" w:rsidRDefault="00B67D39" w:rsidP="00F72FB0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4DAB1D4A" w14:textId="3F1CEDBD" w:rsidR="00F72FB0" w:rsidRDefault="00F72FB0" w:rsidP="00F72FB0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53D953E2" w14:textId="77777777" w:rsidR="00F72FB0" w:rsidRPr="00B67D39" w:rsidRDefault="00F72FB0" w:rsidP="00F72FB0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74087F3C" w14:textId="77777777" w:rsidR="000B53B2" w:rsidRDefault="000B53B2" w:rsidP="006B49A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lastRenderedPageBreak/>
        <w:t>Zadanie nr 1</w:t>
      </w:r>
    </w:p>
    <w:p w14:paraId="5886F091" w14:textId="40C22B6B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BC7C9D6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4A96E471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2800A46" w14:textId="77777777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1B0072E0" w14:textId="30B212BE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2</w:t>
      </w:r>
    </w:p>
    <w:p w14:paraId="7B43CDCB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733ADD74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14672B81" w14:textId="6AA848CF" w:rsidR="000B53B2" w:rsidRDefault="000B53B2" w:rsidP="000D6C8E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4FE1CD7" w14:textId="77777777" w:rsidR="000D6C8E" w:rsidRPr="000D6C8E" w:rsidRDefault="000D6C8E" w:rsidP="000D6C8E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4731BFAE" w14:textId="3026119D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3</w:t>
      </w:r>
    </w:p>
    <w:p w14:paraId="5A93414A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5E3C8DDF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38B8FBD7" w14:textId="2350A8CA" w:rsidR="000B53B2" w:rsidRDefault="000B53B2" w:rsidP="00F72FB0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68682559" w14:textId="26BFEA5D" w:rsidR="000D6C8E" w:rsidRDefault="000D6C8E" w:rsidP="00F72FB0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78D20982" w14:textId="63BC40FD" w:rsidR="000D6C8E" w:rsidRDefault="000D6C8E" w:rsidP="000D6C8E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4</w:t>
      </w:r>
    </w:p>
    <w:p w14:paraId="2CC3B591" w14:textId="77777777" w:rsidR="000D6C8E" w:rsidRPr="00B67D39" w:rsidRDefault="000D6C8E" w:rsidP="000D6C8E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6B194088" w14:textId="77777777" w:rsidR="000D6C8E" w:rsidRPr="00B67D39" w:rsidRDefault="000D6C8E" w:rsidP="000D6C8E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42CD9ED6" w14:textId="52794D7C" w:rsidR="000D6C8E" w:rsidRDefault="000D6C8E" w:rsidP="000D6C8E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129E7FA4" w14:textId="77777777" w:rsidR="001F5E25" w:rsidRPr="00F72FB0" w:rsidRDefault="001F5E25" w:rsidP="000D6C8E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1479B253" w14:textId="1D89B431" w:rsidR="001F5E25" w:rsidRDefault="001F5E25" w:rsidP="001F5E25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5</w:t>
      </w:r>
    </w:p>
    <w:p w14:paraId="1BBACF6E" w14:textId="77777777" w:rsidR="001F5E25" w:rsidRPr="00B67D39" w:rsidRDefault="001F5E25" w:rsidP="001F5E25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68B4680E" w14:textId="77777777" w:rsidR="001F5E25" w:rsidRPr="00B67D39" w:rsidRDefault="001F5E25" w:rsidP="001F5E25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6C08CAA8" w14:textId="2DEDD44B" w:rsidR="001F5E25" w:rsidRDefault="001F5E25" w:rsidP="001F5E25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17F60881" w14:textId="77777777" w:rsidR="001F5E25" w:rsidRPr="00F72FB0" w:rsidRDefault="001F5E25" w:rsidP="001F5E25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3EA75A20" w14:textId="7F7ED41D" w:rsidR="001F5E25" w:rsidRDefault="001F5E25" w:rsidP="001F5E25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6</w:t>
      </w:r>
    </w:p>
    <w:p w14:paraId="35394A5A" w14:textId="77777777" w:rsidR="001F5E25" w:rsidRPr="00B67D39" w:rsidRDefault="001F5E25" w:rsidP="001F5E25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71E63888" w14:textId="77777777" w:rsidR="001F5E25" w:rsidRPr="00B67D39" w:rsidRDefault="001F5E25" w:rsidP="001F5E25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2813B171" w14:textId="77777777" w:rsidR="001F5E25" w:rsidRPr="00F72FB0" w:rsidRDefault="001F5E25" w:rsidP="001F5E25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2B8EC28F" w14:textId="77777777" w:rsidR="000D6C8E" w:rsidRPr="00F72FB0" w:rsidRDefault="000D6C8E" w:rsidP="00F72FB0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21A7453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67D39">
        <w:rPr>
          <w:rFonts w:cstheme="minorHAnsi"/>
          <w:szCs w:val="18"/>
        </w:rPr>
        <w:t>W zakresie warunków udziału w postępowaniu, o których mowa powyżej zamierzamy/nie zamierzamy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  <w:r w:rsidRPr="00B67D39">
        <w:rPr>
          <w:rFonts w:cstheme="minorHAnsi"/>
          <w:szCs w:val="18"/>
          <w:highlight w:val="yellow"/>
        </w:rPr>
        <w:t xml:space="preserve">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</w:t>
      </w:r>
      <w:r w:rsidRPr="00D9767E">
        <w:rPr>
          <w:rFonts w:cstheme="minorHAnsi"/>
          <w:szCs w:val="18"/>
          <w:lang w:eastAsia="pl-PL"/>
        </w:rPr>
        <w:t>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D9767E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4CD8DCBE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lastRenderedPageBreak/>
        <w:t>Oświadczamy, że</w:t>
      </w:r>
      <w:r w:rsidRPr="00D9767E">
        <w:rPr>
          <w:rStyle w:val="Odwoanieprzypisudolnego"/>
          <w:rFonts w:cstheme="minorHAnsi"/>
          <w:szCs w:val="18"/>
        </w:rPr>
        <w:footnoteReference w:id="4"/>
      </w:r>
      <w:r w:rsidR="00285DD6" w:rsidRPr="00D9767E">
        <w:rPr>
          <w:rFonts w:cstheme="minorHAnsi"/>
          <w:szCs w:val="18"/>
        </w:rPr>
        <w:t xml:space="preserve"> </w:t>
      </w:r>
      <w:r w:rsidRPr="00D9767E">
        <w:rPr>
          <w:rFonts w:cstheme="minorHAnsi"/>
          <w:szCs w:val="18"/>
        </w:rPr>
        <w:t xml:space="preserve">jeśli dotyczy, w przypadku dopuszczenia podwykonawstwa: </w:t>
      </w:r>
    </w:p>
    <w:p w14:paraId="137025D5" w14:textId="77777777" w:rsidR="00B67D39" w:rsidRPr="00D9767E" w:rsidRDefault="003F6A39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D9767E" w:rsidRDefault="003F6A39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D9767E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D9767E" w:rsidRDefault="00B67D39" w:rsidP="00285DD6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D9767E" w14:paraId="1BC01446" w14:textId="77777777" w:rsidTr="009A129D">
        <w:tc>
          <w:tcPr>
            <w:tcW w:w="708" w:type="dxa"/>
          </w:tcPr>
          <w:p w14:paraId="427A9E2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D9767E" w14:paraId="1F778427" w14:textId="77777777" w:rsidTr="009A129D">
        <w:tc>
          <w:tcPr>
            <w:tcW w:w="708" w:type="dxa"/>
          </w:tcPr>
          <w:p w14:paraId="32D67AD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D9767E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75025593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iCs/>
          <w:szCs w:val="18"/>
        </w:rPr>
        <w:t>Wybór naszej Oferty</w:t>
      </w:r>
      <w:r w:rsidRPr="00D9767E">
        <w:rPr>
          <w:rFonts w:cstheme="minorHAnsi"/>
          <w:iCs/>
          <w:szCs w:val="18"/>
          <w:vertAlign w:val="superscript"/>
        </w:rPr>
        <w:footnoteReference w:id="5"/>
      </w:r>
      <w:r w:rsidR="00285DD6" w:rsidRPr="00D9767E">
        <w:rPr>
          <w:rFonts w:cstheme="minorHAnsi"/>
          <w:iCs/>
          <w:szCs w:val="18"/>
        </w:rPr>
        <w:t>:</w:t>
      </w:r>
    </w:p>
    <w:p w14:paraId="79B03F1A" w14:textId="77777777" w:rsidR="00B67D39" w:rsidRPr="00D9767E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nie 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</w:t>
      </w:r>
    </w:p>
    <w:p w14:paraId="7971B95C" w14:textId="77777777" w:rsidR="00B67D39" w:rsidRPr="00D9767E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 Wskazujemy nazw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 xml:space="preserve"> (rodzaj) towaru lub us</w:t>
      </w:r>
      <w:r w:rsidRPr="00D9767E">
        <w:rPr>
          <w:rFonts w:cs="Calibri"/>
          <w:iCs/>
          <w:szCs w:val="18"/>
        </w:rPr>
        <w:t>ł</w:t>
      </w:r>
      <w:r w:rsidRPr="00D9767E">
        <w:rPr>
          <w:rFonts w:cstheme="minorHAnsi"/>
          <w:iCs/>
          <w:szCs w:val="18"/>
        </w:rPr>
        <w:t>ugi, kt</w:t>
      </w:r>
      <w:r w:rsidRPr="00D9767E">
        <w:rPr>
          <w:rFonts w:cs="Calibri"/>
          <w:iCs/>
          <w:szCs w:val="18"/>
        </w:rPr>
        <w:t>ó</w:t>
      </w:r>
      <w:r w:rsidRPr="00D9767E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D9767E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D9767E">
        <w:rPr>
          <w:rStyle w:val="Odwoanieprzypisudolnego"/>
          <w:rFonts w:cstheme="minorHAnsi"/>
          <w:i/>
          <w:szCs w:val="18"/>
        </w:rPr>
        <w:footnoteReference w:id="6"/>
      </w:r>
    </w:p>
    <w:p w14:paraId="1073373E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2F1B030A" w14:textId="1D707996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trike/>
          <w:szCs w:val="18"/>
          <w:lang w:eastAsia="pl-PL"/>
        </w:rPr>
      </w:pPr>
      <w:r w:rsidRPr="00D9767E">
        <w:rPr>
          <w:rFonts w:cstheme="minorHAnsi"/>
          <w:strike/>
          <w:szCs w:val="18"/>
          <w:lang w:eastAsia="pl-PL"/>
        </w:rPr>
        <w:t xml:space="preserve">Wadium o wartości </w:t>
      </w:r>
      <w:r w:rsidR="00D9767E" w:rsidRPr="00D9767E">
        <w:rPr>
          <w:rFonts w:cstheme="minorHAnsi"/>
          <w:strike/>
          <w:szCs w:val="18"/>
          <w:lang w:eastAsia="pl-PL"/>
        </w:rPr>
        <w:t>…..</w:t>
      </w:r>
      <w:r w:rsidRPr="00D9767E">
        <w:rPr>
          <w:rFonts w:cstheme="minorHAnsi"/>
          <w:strike/>
          <w:szCs w:val="18"/>
          <w:lang w:eastAsia="pl-PL"/>
        </w:rPr>
        <w:t xml:space="preserve">zł zostało wniesione w formie …............................ </w:t>
      </w:r>
    </w:p>
    <w:p w14:paraId="3BB27B39" w14:textId="77777777" w:rsidR="00B67D39" w:rsidRPr="00D9767E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  <w:lang w:eastAsia="pl-PL"/>
        </w:rPr>
        <w:t>15.1.</w:t>
      </w:r>
      <w:r w:rsidRPr="00D9767E">
        <w:rPr>
          <w:rFonts w:cstheme="minorHAnsi"/>
          <w:szCs w:val="18"/>
          <w:lang w:eastAsia="pl-PL"/>
        </w:rPr>
        <w:tab/>
      </w:r>
      <w:r w:rsidRPr="00D9767E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D9767E">
        <w:rPr>
          <w:rStyle w:val="Odwoanieprzypisudolnego"/>
          <w:rFonts w:cstheme="minorHAnsi"/>
          <w:szCs w:val="18"/>
        </w:rPr>
        <w:footnoteReference w:id="7"/>
      </w:r>
    </w:p>
    <w:p w14:paraId="07B95326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</w:rPr>
        <w:t>15.2.</w:t>
      </w:r>
      <w:r w:rsidRPr="00D9767E">
        <w:rPr>
          <w:rFonts w:cstheme="minorHAnsi"/>
          <w:szCs w:val="18"/>
        </w:rPr>
        <w:tab/>
      </w:r>
      <w:r w:rsidRPr="00D9767E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D9767E" w:rsidRDefault="003F6A39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D9767E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lastRenderedPageBreak/>
        <w:t>w</w:t>
      </w:r>
      <w:r w:rsidR="00B67D39" w:rsidRPr="00D9767E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D9767E" w:rsidRDefault="003F6A39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D9767E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D9767E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2 - …………</w:t>
      </w:r>
    </w:p>
    <w:p w14:paraId="33AD676B" w14:textId="77777777" w:rsidR="00B67D39" w:rsidRPr="00D9767E" w:rsidRDefault="00B67D39" w:rsidP="00381365">
      <w:pPr>
        <w:rPr>
          <w:rFonts w:cstheme="minorHAnsi"/>
        </w:rPr>
      </w:pPr>
    </w:p>
    <w:p w14:paraId="2B2CB4B3" w14:textId="73C6721B" w:rsidR="00381365" w:rsidRPr="00D9767E" w:rsidRDefault="00381365" w:rsidP="00381365">
      <w:pPr>
        <w:rPr>
          <w:rFonts w:cstheme="minorHAnsi"/>
        </w:rPr>
      </w:pPr>
    </w:p>
    <w:p w14:paraId="1F146800" w14:textId="14585345" w:rsidR="00381365" w:rsidRPr="00D9767E" w:rsidRDefault="00381365" w:rsidP="00381365">
      <w:pPr>
        <w:rPr>
          <w:rFonts w:cstheme="minorHAnsi"/>
        </w:rPr>
      </w:pPr>
    </w:p>
    <w:p w14:paraId="1B7F3631" w14:textId="611DB4E8" w:rsidR="00381365" w:rsidRPr="00D9767E" w:rsidRDefault="00381365" w:rsidP="00381365">
      <w:pPr>
        <w:rPr>
          <w:rFonts w:cstheme="minorHAnsi"/>
        </w:rPr>
      </w:pPr>
    </w:p>
    <w:p w14:paraId="4BB21D18" w14:textId="77777777" w:rsidR="00381365" w:rsidRPr="00D9767E" w:rsidRDefault="0038136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9767E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553812D" w14:textId="2A89B380" w:rsidR="00624831" w:rsidRDefault="00381365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 w:rsidR="00624831">
        <w:rPr>
          <w:rFonts w:cstheme="minorHAnsi"/>
          <w:i/>
          <w:sz w:val="16"/>
          <w:szCs w:val="16"/>
        </w:rPr>
        <w:t>u Wykonawcy</w:t>
      </w:r>
      <w:bookmarkEnd w:id="0"/>
      <w:bookmarkEnd w:id="1"/>
      <w:bookmarkEnd w:id="2"/>
      <w:bookmarkEnd w:id="3"/>
      <w:bookmarkEnd w:id="4"/>
      <w:bookmarkEnd w:id="5"/>
    </w:p>
    <w:p w14:paraId="7FB808E4" w14:textId="58D7611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9B46D8B" w14:textId="241D076F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8B2E753" w14:textId="36F7ED6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05BD2F3" w14:textId="1EBD2CE0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A6F5169" w14:textId="7526F092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1E7FA50" w14:textId="09FB76FF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F10C532" w14:textId="1DA12427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9F4A976" w14:textId="65B2195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C837B57" w14:textId="6AE640DC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E532E03" w14:textId="0D6486AE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48F7655" w14:textId="48D412AC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ADD1F50" w14:textId="17124B4C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3DF697E" w14:textId="1BBE576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02C3241" w14:textId="4EF037F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0A05F70" w14:textId="0A53EE94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0F45F42" w14:textId="0074B00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7918011" w14:textId="424E44D7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FB3C63E" w14:textId="1C52070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1E442EE" w14:textId="6C3A35C5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02DB2EA" w14:textId="55D1FD2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3E96D26" w14:textId="5C7EC278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5F75F06" w14:textId="160BFDA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50F236B" w14:textId="473B7369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EC751AB" w14:textId="7C1ACFF8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BA95D4C" w14:textId="77741C8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1F8920A" w14:textId="79CC218E" w:rsidR="00F72FB0" w:rsidRDefault="00F72FB0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6C76DA1D" w14:textId="77777777" w:rsidR="00F72FB0" w:rsidRDefault="00F72FB0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75622B4B" w14:textId="77777777" w:rsidR="000B53B2" w:rsidRDefault="000B53B2" w:rsidP="000B53B2">
      <w:pPr>
        <w:ind w:left="2552" w:hanging="2552"/>
        <w:jc w:val="right"/>
        <w:rPr>
          <w:rFonts w:ascii="Verdana" w:eastAsia="Verdana" w:hAnsi="Verdana" w:cs="Times New Roman"/>
          <w:b/>
        </w:rPr>
      </w:pPr>
      <w:r w:rsidRPr="00CC7E12">
        <w:rPr>
          <w:rFonts w:ascii="Verdana" w:eastAsia="Verdana" w:hAnsi="Verdana" w:cs="Times New Roman"/>
          <w:b/>
        </w:rPr>
        <w:lastRenderedPageBreak/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5223CDD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29C72AB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0B53B2" w:rsidRPr="006B56FD" w14:paraId="61D0D456" w14:textId="77777777" w:rsidTr="00C73AF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06E7E17E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08C24A4F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0A980A2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1B888B7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61A15B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F7807D6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AD1662C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8020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C512C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6F581B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593D388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326EC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47494B0C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236EE44D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70391784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59480FF9" w14:textId="77777777" w:rsidR="000B53B2" w:rsidRPr="00CC7E12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3C99A86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6DDDAB23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6BFB615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25D30C2C" w14:textId="77777777" w:rsidR="000B53B2" w:rsidRPr="00CC7E12" w:rsidRDefault="000B53B2" w:rsidP="000B53B2">
      <w:pPr>
        <w:jc w:val="both"/>
        <w:rPr>
          <w:rFonts w:cstheme="minorHAnsi"/>
        </w:rPr>
      </w:pPr>
    </w:p>
    <w:p w14:paraId="2C86B04E" w14:textId="63BA9E46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2E308B" w:rsidRPr="00870CC4">
        <w:rPr>
          <w:rFonts w:cstheme="minorHAnsi"/>
          <w:b/>
          <w:i/>
          <w:noProof/>
        </w:rPr>
        <w:t>Roboty budowlane w celu przyłączenia do sieci elektroenergetycznej Kontrahentów w podziale na 6 zadań w miejscowościach Królewiec, Lubomin, Cierpięta, Leonów, Mińsk Mazowiecki ul.Dąbrówki, Siennica ul.Kołbielska (P4_2025 RE Mińsk Mazowiecki)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2E308B" w:rsidRPr="00870CC4">
        <w:rPr>
          <w:rFonts w:cstheme="minorHAnsi"/>
          <w:b/>
          <w:noProof/>
        </w:rPr>
        <w:t>POST/DYS/OW/GZ/04467/2025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6265C47" w14:textId="77777777" w:rsidR="000B53B2" w:rsidRPr="00CC7E12" w:rsidRDefault="000B53B2" w:rsidP="000B53B2">
      <w:pPr>
        <w:jc w:val="both"/>
        <w:rPr>
          <w:rFonts w:cstheme="minorHAnsi"/>
        </w:rPr>
      </w:pPr>
    </w:p>
    <w:p w14:paraId="48AEF59F" w14:textId="77777777" w:rsidR="000B53B2" w:rsidRPr="00CC7E12" w:rsidRDefault="000B53B2" w:rsidP="000B53B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7B11A8D4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8"/>
      </w:r>
    </w:p>
    <w:p w14:paraId="6F86C593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9"/>
      </w:r>
    </w:p>
    <w:p w14:paraId="20567C49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0EAB4F1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72C52C6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A704BE0" w14:textId="77777777" w:rsidR="000B53B2" w:rsidRPr="00CC7E12" w:rsidRDefault="000B53B2" w:rsidP="000B53B2">
      <w:pPr>
        <w:jc w:val="both"/>
        <w:rPr>
          <w:rFonts w:cstheme="minorHAnsi"/>
        </w:rPr>
      </w:pPr>
    </w:p>
    <w:p w14:paraId="011B90F8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9951D3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88F67E9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091FDD9" w14:textId="77777777" w:rsidR="000B53B2" w:rsidRPr="00CC7E12" w:rsidRDefault="000B53B2" w:rsidP="000B53B2">
      <w:pPr>
        <w:jc w:val="both"/>
        <w:rPr>
          <w:rFonts w:cstheme="minorHAnsi"/>
          <w:i/>
        </w:rPr>
      </w:pPr>
    </w:p>
    <w:p w14:paraId="7BC41F65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2DF558AC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578631" w14:textId="77777777" w:rsidR="000B53B2" w:rsidRPr="00CC7E12" w:rsidRDefault="000B53B2" w:rsidP="000B53B2">
      <w:pPr>
        <w:jc w:val="both"/>
        <w:rPr>
          <w:rFonts w:cstheme="minorHAnsi"/>
        </w:rPr>
      </w:pPr>
    </w:p>
    <w:p w14:paraId="10C3D920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446D5380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31293C27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15F5782A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50FAE7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45A5B2F9" w14:textId="77777777" w:rsidR="000B53B2" w:rsidRPr="00CC7E12" w:rsidRDefault="000B53B2" w:rsidP="000B53B2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0CFD1D4" w14:textId="77777777" w:rsidR="000B53B2" w:rsidRPr="00CC7E12" w:rsidRDefault="000B53B2" w:rsidP="000B53B2">
      <w:pPr>
        <w:jc w:val="both"/>
        <w:rPr>
          <w:rFonts w:cstheme="minorHAnsi"/>
          <w:sz w:val="16"/>
        </w:rPr>
      </w:pPr>
    </w:p>
    <w:p w14:paraId="3FB15D8D" w14:textId="77777777" w:rsidR="000B53B2" w:rsidRDefault="000B53B2" w:rsidP="000B53B2">
      <w:pPr>
        <w:rPr>
          <w:rFonts w:cstheme="minorHAnsi"/>
        </w:rPr>
      </w:pPr>
    </w:p>
    <w:p w14:paraId="125EB228" w14:textId="77777777" w:rsidR="000B53B2" w:rsidRDefault="000B53B2" w:rsidP="000B53B2">
      <w:pPr>
        <w:rPr>
          <w:rFonts w:cstheme="minorHAnsi"/>
        </w:rPr>
      </w:pPr>
    </w:p>
    <w:p w14:paraId="55E575DB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5EE73DC8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04E1AE47" w14:textId="7A37B882" w:rsidR="000B53B2" w:rsidRDefault="000B53B2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46AE3F0C" w14:textId="44C58265" w:rsidR="001F5E25" w:rsidRDefault="001F5E25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83A5A" w14:textId="4DE86047" w:rsidR="001F5E25" w:rsidRDefault="001F5E25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6C26F9D" w14:textId="77777777" w:rsidR="001F5E25" w:rsidRPr="00F72FB0" w:rsidRDefault="001F5E25" w:rsidP="00F72FB0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CCBC65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084C6F5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00D16632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0B53B2" w:rsidRPr="006B56FD" w14:paraId="328515A1" w14:textId="77777777" w:rsidTr="00C73AFF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7C4A40B0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7A091F0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760B885D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37B525E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1D13C04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9C465B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1E7F1C56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D694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02A9C3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DB8E45F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91DCF14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79DFF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035D6F57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369B7DBB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06334A46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78B5230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580D2426" w14:textId="77777777" w:rsidR="000B53B2" w:rsidRDefault="000B53B2" w:rsidP="000B53B2">
      <w:pPr>
        <w:rPr>
          <w:rFonts w:eastAsia="Verdana" w:cs="Times New Roman"/>
          <w:szCs w:val="18"/>
        </w:rPr>
      </w:pPr>
    </w:p>
    <w:p w14:paraId="0B309B9A" w14:textId="2AC4CA32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2E308B" w:rsidRPr="00870CC4">
        <w:rPr>
          <w:rFonts w:cstheme="minorHAnsi"/>
          <w:noProof/>
          <w:lang w:eastAsia="pl-PL"/>
        </w:rPr>
        <w:t>POST/DYS/OW/GZ/04467/2025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2E308B" w:rsidRPr="00870CC4">
        <w:rPr>
          <w:rFonts w:cstheme="minorHAnsi"/>
          <w:noProof/>
          <w:lang w:eastAsia="pl-PL"/>
        </w:rPr>
        <w:t>Roboty budowlane w celu przyłączenia do sieci elektroenergetycznej Kontrahentów w podziale na 6 zadań w miejscowościach Królewiec, Lubomin, Cierpięta, Leonów, Mińsk Mazowiecki ul.Dąbrówki, Siennica ul.Kołbielska (P4_2025 RE Mińsk Mazowiecki)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F72FB0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Pr="000D24FD">
        <w:rPr>
          <w:rFonts w:cstheme="minorHAnsi"/>
        </w:rPr>
        <w:t xml:space="preserve">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>/roboty</w:t>
      </w:r>
      <w:r w:rsidRPr="000D24FD">
        <w:rPr>
          <w:rFonts w:cstheme="minorHAnsi"/>
          <w:lang w:eastAsia="pl-PL"/>
        </w:rPr>
        <w:t>:</w:t>
      </w:r>
    </w:p>
    <w:p w14:paraId="62CE1598" w14:textId="77777777" w:rsidR="000B53B2" w:rsidRPr="000D24FD" w:rsidRDefault="000B53B2" w:rsidP="000B53B2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171F6055" w14:textId="77777777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B53B2" w:rsidRPr="000D24FD" w14:paraId="531A1678" w14:textId="77777777" w:rsidTr="00C73AFF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29BF56E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74997B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1030CFD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3BA12705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3062B718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5616EA1C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48201E92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3419E2F" w14:textId="77777777" w:rsidR="000B53B2" w:rsidRPr="00DC202A" w:rsidRDefault="000B53B2" w:rsidP="00C73AFF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575E2E11" w14:textId="77777777" w:rsidR="000B53B2" w:rsidRPr="00DC202A" w:rsidRDefault="000B53B2" w:rsidP="00C73AFF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B53B2" w:rsidRPr="000D24FD" w14:paraId="17886DAB" w14:textId="77777777" w:rsidTr="00C73AFF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ADCE0B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6A4E41A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2ECFB8AD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71EC88CE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1A493D60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6C44D24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3D0199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86B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</w:tr>
      <w:tr w:rsidR="000B53B2" w:rsidRPr="000D24FD" w14:paraId="0B9BC4E3" w14:textId="77777777" w:rsidTr="00C73AFF">
        <w:trPr>
          <w:trHeight w:val="843"/>
        </w:trPr>
        <w:tc>
          <w:tcPr>
            <w:tcW w:w="568" w:type="dxa"/>
            <w:vAlign w:val="center"/>
          </w:tcPr>
          <w:p w14:paraId="67E40911" w14:textId="77777777" w:rsidR="000B53B2" w:rsidRPr="000D24FD" w:rsidRDefault="000B53B2" w:rsidP="00C73AFF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23CCA1C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22747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01DA6FA5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3F9B6D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AB1A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71DCF408" w14:textId="77777777" w:rsidR="000B53B2" w:rsidRPr="000D24FD" w:rsidRDefault="000B53B2" w:rsidP="000B53B2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448AC041" w14:textId="77777777" w:rsidR="000B53B2" w:rsidRPr="000D24FD" w:rsidRDefault="000B53B2" w:rsidP="000B53B2">
      <w:pPr>
        <w:spacing w:before="120"/>
        <w:ind w:left="-284" w:right="-569"/>
        <w:outlineLvl w:val="0"/>
        <w:rPr>
          <w:rFonts w:cstheme="minorHAnsi"/>
          <w:i/>
        </w:rPr>
      </w:pPr>
    </w:p>
    <w:p w14:paraId="19FE6671" w14:textId="77777777" w:rsidR="000B53B2" w:rsidRPr="000D24FD" w:rsidRDefault="000B53B2" w:rsidP="000B53B2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 xml:space="preserve">/roboty </w:t>
      </w:r>
      <w:r w:rsidRPr="000D24FD">
        <w:rPr>
          <w:rFonts w:cstheme="minorHAnsi"/>
        </w:rPr>
        <w:t>zostały wykonane lub są wykonywane należycie.</w:t>
      </w:r>
    </w:p>
    <w:p w14:paraId="4FACB4F2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2FA69516" w14:textId="77777777" w:rsidR="000B53B2" w:rsidRDefault="000B53B2" w:rsidP="000B53B2">
      <w:pPr>
        <w:rPr>
          <w:rFonts w:cstheme="minorHAnsi"/>
        </w:rPr>
      </w:pPr>
    </w:p>
    <w:p w14:paraId="24B2396C" w14:textId="77777777" w:rsidR="000B53B2" w:rsidRDefault="000B53B2" w:rsidP="000B53B2">
      <w:pPr>
        <w:rPr>
          <w:rFonts w:cstheme="minorHAnsi"/>
        </w:rPr>
      </w:pPr>
    </w:p>
    <w:p w14:paraId="6451A233" w14:textId="77777777" w:rsidR="000B53B2" w:rsidRDefault="000B53B2" w:rsidP="000B53B2">
      <w:pPr>
        <w:rPr>
          <w:rFonts w:cstheme="minorHAnsi"/>
        </w:rPr>
      </w:pPr>
    </w:p>
    <w:p w14:paraId="2AC860AF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6431F177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0C38435" w14:textId="3767B8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11267D4" w14:textId="38634E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4C840EC" w14:textId="3C700B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316AA2D5" w14:textId="257A04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50C5149" w14:textId="14A6B24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A11FAF9" w14:textId="37BCD67F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27D87B2" w14:textId="7F8117B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1677908A" w14:textId="3E9B058B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C307A8A" w14:textId="77777777" w:rsidR="001F5E25" w:rsidRDefault="001F5E25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C1D142B" w14:textId="6A7557E5" w:rsidR="000B53B2" w:rsidRDefault="000B53B2" w:rsidP="000D6C8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6620119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</w:t>
      </w:r>
    </w:p>
    <w:p w14:paraId="774F89B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1635D11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B53B2" w:rsidRPr="000855FF" w14:paraId="42840D0B" w14:textId="77777777" w:rsidTr="00C73AFF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1BF62D85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3D00B6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5512534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50D029F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2A7995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873194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6C85DC8B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C245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28ABC1FC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03DB01E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99A6B5B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74155095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70C14BC1" w14:textId="77777777" w:rsidR="000B53B2" w:rsidRPr="000855FF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5EF5486B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02E82085" w14:textId="77777777" w:rsidR="000B53B2" w:rsidRDefault="000B53B2" w:rsidP="000B53B2">
      <w:pPr>
        <w:jc w:val="both"/>
        <w:rPr>
          <w:rFonts w:ascii="Verdana" w:eastAsia="Verdana" w:hAnsi="Verdana" w:cs="Times New Roman"/>
        </w:rPr>
      </w:pPr>
    </w:p>
    <w:p w14:paraId="1E343428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53C1B1F5" w14:textId="77777777" w:rsidR="000B53B2" w:rsidRPr="000855FF" w:rsidRDefault="000B53B2" w:rsidP="000B53B2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48D4E32A" w14:textId="10478542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2E308B" w:rsidRPr="00870CC4">
        <w:rPr>
          <w:rFonts w:cstheme="minorHAnsi"/>
          <w:noProof/>
          <w:lang w:eastAsia="pl-PL"/>
        </w:rPr>
        <w:t>POST/DYS/OW/GZ/04467/2025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2E308B" w:rsidRPr="00870CC4">
        <w:rPr>
          <w:rFonts w:cstheme="minorHAnsi"/>
          <w:noProof/>
          <w:lang w:eastAsia="pl-PL"/>
        </w:rPr>
        <w:t>Roboty budowlane w celu przyłączenia do sieci elektroenergetycznej Kontrahentów w podziale na 6 zadań w miejscowościach Królewiec, Lubomin, Cierpięta, Leonów, Mińsk Mazowiecki ul.Dąbrówki, Siennica ul.Kołbielska (P4_2025 RE Mińsk Mazowiecki)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2A1B8FF6" w14:textId="77777777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E6E91B4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B53B2" w:rsidRPr="000855FF" w14:paraId="68580760" w14:textId="77777777" w:rsidTr="00C73AF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2D88F36" w14:textId="77777777" w:rsidR="000B53B2" w:rsidRPr="002F4B1B" w:rsidRDefault="000B53B2" w:rsidP="00C73AFF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8FB0F5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2876447" w14:textId="77777777" w:rsidR="000B53B2" w:rsidRPr="002F4B1B" w:rsidRDefault="000B53B2" w:rsidP="00C73AFF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1EC725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ACA97A1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927D66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905823">
              <w:rPr>
                <w:rFonts w:cstheme="minorHAnsi"/>
              </w:rPr>
              <w:t xml:space="preserve">…. </w:t>
            </w:r>
            <w:r w:rsidRPr="00905823">
              <w:rPr>
                <w:rFonts w:cstheme="minorHAnsi"/>
                <w:lang w:eastAsia="pl-PL"/>
              </w:rPr>
              <w:t>[</w:t>
            </w:r>
            <w:r w:rsidRPr="00905823">
              <w:rPr>
                <w:rFonts w:cstheme="minorHAnsi"/>
              </w:rPr>
              <w:t>wskazać inne, jeśli dotyczy</w:t>
            </w:r>
            <w:r w:rsidRPr="00905823">
              <w:rPr>
                <w:rFonts w:cstheme="minorHAnsi"/>
                <w:lang w:eastAsia="pl-PL"/>
              </w:rPr>
              <w:t>]</w:t>
            </w:r>
          </w:p>
        </w:tc>
      </w:tr>
      <w:tr w:rsidR="000B53B2" w:rsidRPr="000855FF" w14:paraId="4AD1D7B8" w14:textId="77777777" w:rsidTr="00C73AFF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DA4D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691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B7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CC7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9F9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253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E180B57" w14:textId="77777777" w:rsidTr="00C73AFF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89C7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92A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DD5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1F6F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FA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07E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AC58F88" w14:textId="77777777" w:rsidTr="00C73AFF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094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FE2C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5B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4A9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8F0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D9BB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16E8BEC7" w14:textId="77777777" w:rsidTr="00C73AFF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41E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6C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9E9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D9DA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403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5A3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3CDD6EE" w14:textId="77777777" w:rsidTr="00C73AFF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9BE0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DA6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A1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19E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F7C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878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3ABB56D5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FFEF249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2A1AA3F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7F0CF08D" w14:textId="77777777" w:rsidR="000B53B2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E753DDF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24D6089F" w14:textId="75BFC37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58BAA264" w14:textId="2B3CFBB5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D911CD4" w14:textId="1C215089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51B5A75" w14:textId="42627ED1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7A7F2D0" w14:textId="031CF00A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08315E51" w14:textId="7997DCA3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1F85B4A" w14:textId="64C97DCE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36158D2" w14:textId="13BEB7C5" w:rsidR="00466AE9" w:rsidRDefault="00466AE9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169CAD14" w14:textId="0DCB5DE1" w:rsidR="000D6C8E" w:rsidRDefault="000D6C8E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4DDD296D" w14:textId="77777777" w:rsidR="001F5E25" w:rsidRDefault="001F5E25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10AF7AC5" w14:textId="77777777" w:rsidR="00F72FB0" w:rsidRDefault="00F72FB0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7A046BA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  <w:r w:rsidRPr="006F7CF2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Pr="001E7FD1">
        <w:rPr>
          <w:rFonts w:ascii="Verdana" w:eastAsia="Verdana" w:hAnsi="Verdana" w:cs="Times New Roman"/>
          <w:b/>
        </w:rPr>
        <w:t>OŚWIADCZENIE O ZACHOWANIU POUFNOŚCI</w:t>
      </w:r>
    </w:p>
    <w:p w14:paraId="16A405B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</w:p>
    <w:p w14:paraId="2D7D3CE4" w14:textId="77777777" w:rsidR="000A3099" w:rsidRPr="00535E9B" w:rsidRDefault="000A3099" w:rsidP="000A3099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0A3099" w:rsidRPr="006B56FD" w14:paraId="66842C66" w14:textId="77777777" w:rsidTr="00C73AFF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3895BBC3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635105DF" w14:textId="77777777" w:rsidR="000A3099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65B3AA4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4E57E5E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32DBF5A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D12CC6B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7538EDD9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9AE4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F87D673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93AC76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1F009B2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54CEDBF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349BCA3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5ED6839E" w14:textId="77777777" w:rsidR="000A3099" w:rsidRPr="006B56FD" w:rsidRDefault="000A3099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77A82363" w14:textId="77777777" w:rsidR="000A3099" w:rsidRDefault="000A3099" w:rsidP="000A3099">
      <w:pPr>
        <w:rPr>
          <w:rFonts w:ascii="Verdana" w:eastAsia="Verdana" w:hAnsi="Verdana" w:cs="Times New Roman"/>
          <w:b/>
        </w:rPr>
      </w:pPr>
    </w:p>
    <w:p w14:paraId="0862811C" w14:textId="77777777" w:rsidR="000A3099" w:rsidRPr="00A62B4C" w:rsidRDefault="000A3099" w:rsidP="000A3099">
      <w:pPr>
        <w:rPr>
          <w:rFonts w:ascii="Verdana" w:eastAsia="Verdana" w:hAnsi="Verdana" w:cs="Times New Roman"/>
        </w:rPr>
      </w:pPr>
    </w:p>
    <w:p w14:paraId="45FFB144" w14:textId="77777777" w:rsidR="000A3099" w:rsidRDefault="000A3099" w:rsidP="000A3099">
      <w:pPr>
        <w:jc w:val="center"/>
        <w:rPr>
          <w:rFonts w:cstheme="minorHAnsi"/>
          <w:b/>
          <w:szCs w:val="18"/>
        </w:rPr>
      </w:pPr>
      <w:r w:rsidRPr="001E7FD1">
        <w:rPr>
          <w:rFonts w:cstheme="minorHAnsi"/>
          <w:b/>
          <w:szCs w:val="18"/>
        </w:rPr>
        <w:t>OŚWIADCZENIE O ZACHOWANIU POUFNOŚCI</w:t>
      </w:r>
      <w:r>
        <w:rPr>
          <w:rFonts w:cstheme="minorHAnsi"/>
          <w:b/>
          <w:szCs w:val="18"/>
        </w:rPr>
        <w:t xml:space="preserve">  </w:t>
      </w:r>
    </w:p>
    <w:p w14:paraId="7D4049FA" w14:textId="77777777" w:rsidR="000A3099" w:rsidRDefault="000A3099" w:rsidP="000A3099">
      <w:pPr>
        <w:rPr>
          <w:rFonts w:eastAsia="Calibri" w:cstheme="minorHAnsi"/>
          <w:sz w:val="20"/>
          <w:lang w:eastAsia="pl-PL"/>
        </w:rPr>
      </w:pPr>
    </w:p>
    <w:p w14:paraId="2662F894" w14:textId="50D44CC5" w:rsidR="000A3099" w:rsidRPr="00E14432" w:rsidRDefault="000A3099" w:rsidP="000A3099">
      <w:pPr>
        <w:rPr>
          <w:rFonts w:eastAsia="Calibri" w:cstheme="minorHAnsi"/>
          <w:b/>
          <w:i/>
          <w:sz w:val="20"/>
          <w:lang w:eastAsia="pl-PL"/>
        </w:rPr>
      </w:pPr>
      <w:r w:rsidRPr="009C2468">
        <w:rPr>
          <w:rFonts w:eastAsia="Calibri" w:cstheme="minorHAnsi"/>
          <w:sz w:val="20"/>
          <w:lang w:eastAsia="pl-PL"/>
        </w:rPr>
        <w:t xml:space="preserve">Dotyczy postępowania </w:t>
      </w:r>
      <w:r>
        <w:rPr>
          <w:rFonts w:eastAsia="Calibri" w:cstheme="minorHAnsi"/>
          <w:sz w:val="20"/>
          <w:lang w:eastAsia="pl-PL"/>
        </w:rPr>
        <w:t>zakupowego</w:t>
      </w:r>
      <w:r w:rsidRPr="009C2468">
        <w:rPr>
          <w:rFonts w:eastAsia="Calibri" w:cstheme="minorHAnsi"/>
          <w:sz w:val="20"/>
          <w:lang w:eastAsia="pl-PL"/>
        </w:rPr>
        <w:t xml:space="preserve"> </w:t>
      </w:r>
      <w:r>
        <w:rPr>
          <w:rFonts w:eastAsia="Calibri" w:cstheme="minorHAnsi"/>
          <w:sz w:val="20"/>
          <w:lang w:eastAsia="pl-PL"/>
        </w:rPr>
        <w:t xml:space="preserve">nr </w:t>
      </w:r>
      <w:r>
        <w:rPr>
          <w:rFonts w:cstheme="minorHAnsi"/>
          <w:b/>
          <w:sz w:val="20"/>
        </w:rPr>
        <w:fldChar w:fldCharType="begin"/>
      </w:r>
      <w:r>
        <w:rPr>
          <w:rFonts w:cstheme="minorHAnsi"/>
          <w:b/>
          <w:sz w:val="20"/>
        </w:rPr>
        <w:instrText xml:space="preserve"> MERGEFIELD nr_postepowania </w:instrText>
      </w:r>
      <w:r>
        <w:rPr>
          <w:rFonts w:cstheme="minorHAnsi"/>
          <w:b/>
          <w:sz w:val="20"/>
        </w:rPr>
        <w:fldChar w:fldCharType="separate"/>
      </w:r>
      <w:r w:rsidR="002E308B" w:rsidRPr="00870CC4">
        <w:rPr>
          <w:rFonts w:cstheme="minorHAnsi"/>
          <w:b/>
          <w:noProof/>
          <w:sz w:val="20"/>
        </w:rPr>
        <w:t>POST/DYS/OW/GZ/04467/2025</w:t>
      </w:r>
      <w:r>
        <w:rPr>
          <w:rFonts w:cstheme="minorHAnsi"/>
          <w:b/>
          <w:sz w:val="20"/>
        </w:rPr>
        <w:fldChar w:fldCharType="end"/>
      </w:r>
      <w:r>
        <w:rPr>
          <w:rFonts w:cstheme="minorHAnsi"/>
          <w:b/>
          <w:sz w:val="20"/>
        </w:rPr>
        <w:t xml:space="preserve"> </w:t>
      </w:r>
      <w:r w:rsidRPr="009C2468">
        <w:rPr>
          <w:rFonts w:eastAsia="Calibri" w:cstheme="minorHAnsi"/>
          <w:sz w:val="20"/>
          <w:lang w:eastAsia="pl-PL"/>
        </w:rPr>
        <w:t xml:space="preserve">prowadzonego w trybie </w:t>
      </w:r>
      <w:r>
        <w:rPr>
          <w:rFonts w:eastAsia="Calibri" w:cstheme="minorHAnsi"/>
          <w:sz w:val="20"/>
          <w:lang w:eastAsia="pl-PL"/>
        </w:rPr>
        <w:t>przetargu nieograniczonego</w:t>
      </w:r>
      <w:r w:rsidRPr="009C2468">
        <w:rPr>
          <w:rFonts w:eastAsia="Calibri" w:cstheme="minorHAnsi"/>
          <w:sz w:val="20"/>
          <w:lang w:eastAsia="pl-PL"/>
        </w:rPr>
        <w:t xml:space="preserve"> pn.</w:t>
      </w:r>
      <w:r>
        <w:rPr>
          <w:rFonts w:eastAsia="Calibri" w:cstheme="minorHAnsi"/>
          <w:sz w:val="20"/>
          <w:lang w:eastAsia="pl-PL"/>
        </w:rPr>
        <w:t xml:space="preserve">: </w:t>
      </w:r>
      <w:r>
        <w:rPr>
          <w:rFonts w:eastAsia="Calibri" w:cstheme="minorHAnsi"/>
          <w:b/>
          <w:i/>
          <w:sz w:val="20"/>
          <w:lang w:eastAsia="pl-PL"/>
        </w:rPr>
        <w:fldChar w:fldCharType="begin"/>
      </w:r>
      <w:r>
        <w:rPr>
          <w:rFonts w:eastAsia="Calibri" w:cstheme="minorHAnsi"/>
          <w:b/>
          <w:i/>
          <w:sz w:val="20"/>
          <w:lang w:eastAsia="pl-PL"/>
        </w:rPr>
        <w:instrText xml:space="preserve"> MERGEFIELD nazwa_post </w:instrText>
      </w:r>
      <w:r>
        <w:rPr>
          <w:rFonts w:eastAsia="Calibri" w:cstheme="minorHAnsi"/>
          <w:b/>
          <w:i/>
          <w:sz w:val="20"/>
          <w:lang w:eastAsia="pl-PL"/>
        </w:rPr>
        <w:fldChar w:fldCharType="separate"/>
      </w:r>
      <w:r w:rsidR="002E308B" w:rsidRPr="00870CC4">
        <w:rPr>
          <w:rFonts w:eastAsia="Calibri" w:cstheme="minorHAnsi"/>
          <w:b/>
          <w:i/>
          <w:noProof/>
          <w:sz w:val="20"/>
          <w:lang w:eastAsia="pl-PL"/>
        </w:rPr>
        <w:t>Roboty budowlane w celu przyłączenia do sieci elektroenergetycznej Kontrahentów w podziale na 6 zadań w miejscowościach Królewiec, Lubomin, Cierpięta, Leonów, Mińsk Mazowiecki ul.Dąbrówki, Siennica ul.Kołbielska (P4_2025 RE Mińsk Mazowiecki)</w:t>
      </w:r>
      <w:r>
        <w:rPr>
          <w:rFonts w:eastAsia="Calibri" w:cstheme="minorHAnsi"/>
          <w:b/>
          <w:i/>
          <w:sz w:val="20"/>
          <w:lang w:eastAsia="pl-PL"/>
        </w:rPr>
        <w:fldChar w:fldCharType="end"/>
      </w:r>
      <w:r w:rsidRPr="00837E9A">
        <w:rPr>
          <w:rFonts w:eastAsia="Calibri" w:cstheme="minorHAnsi"/>
          <w:b/>
          <w:i/>
          <w:sz w:val="20"/>
          <w:lang w:eastAsia="pl-PL"/>
        </w:rPr>
        <w:t>.</w:t>
      </w:r>
    </w:p>
    <w:p w14:paraId="3DE709E0" w14:textId="77777777" w:rsidR="000A3099" w:rsidRPr="00B67D39" w:rsidRDefault="000A3099" w:rsidP="000A3099">
      <w:pPr>
        <w:jc w:val="center"/>
        <w:rPr>
          <w:rFonts w:eastAsia="Verdana" w:cs="Times New Roman"/>
          <w:szCs w:val="18"/>
        </w:rPr>
      </w:pPr>
    </w:p>
    <w:p w14:paraId="6372B47C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outlineLvl w:val="0"/>
        <w:rPr>
          <w:rFonts w:eastAsia="Calibri" w:cstheme="minorHAnsi"/>
          <w:color w:val="FF0000"/>
          <w:sz w:val="20"/>
        </w:rPr>
      </w:pPr>
      <w:r w:rsidRPr="009C2468">
        <w:rPr>
          <w:rFonts w:eastAsia="Calibri" w:cstheme="minorHAnsi"/>
          <w:sz w:val="20"/>
        </w:rPr>
        <w:t>M</w:t>
      </w:r>
      <w:r w:rsidRPr="009C2468">
        <w:rPr>
          <w:rFonts w:eastAsia="Calibri" w:cstheme="minorHAnsi"/>
          <w:color w:val="000000"/>
          <w:sz w:val="20"/>
        </w:rPr>
        <w:t>ając na uwadze</w:t>
      </w:r>
      <w:r w:rsidRPr="009C2468">
        <w:rPr>
          <w:rFonts w:eastAsia="Calibri" w:cstheme="minorHAnsi"/>
          <w:sz w:val="20"/>
        </w:rPr>
        <w:t xml:space="preserve"> potrzebę zapewnienia ochrony i bezpieczeństwa informacji przekazywanych przez Zamawiającego, oświadczamy niniejszym, iż </w:t>
      </w:r>
      <w:r w:rsidRPr="009C2468">
        <w:rPr>
          <w:rFonts w:eastAsia="Calibri" w:cstheme="minorHAnsi"/>
          <w:b/>
          <w:sz w:val="20"/>
        </w:rPr>
        <w:t>zobowiązujemy się do zachowania w poufności informacji</w:t>
      </w:r>
      <w:r>
        <w:rPr>
          <w:rFonts w:eastAsia="Calibri" w:cstheme="minorHAnsi"/>
          <w:b/>
          <w:sz w:val="20"/>
        </w:rPr>
        <w:t xml:space="preserve"> poufnych</w:t>
      </w:r>
      <w:r w:rsidRPr="009C2468">
        <w:rPr>
          <w:rFonts w:eastAsia="Calibri" w:cstheme="minorHAnsi"/>
          <w:b/>
          <w:sz w:val="20"/>
        </w:rPr>
        <w:t xml:space="preserve"> uzyskanych od Zamawiającego w trakcie prowadzonego postępowania, zarówno w formie pisemnej, dokumentowej</w:t>
      </w:r>
      <w:r>
        <w:rPr>
          <w:rFonts w:eastAsia="Calibri" w:cstheme="minorHAnsi"/>
          <w:b/>
          <w:sz w:val="20"/>
        </w:rPr>
        <w:t>, elektronicznej jak i ustnej,</w:t>
      </w:r>
      <w:r w:rsidRPr="009C2468">
        <w:rPr>
          <w:rFonts w:eastAsia="Calibri" w:cstheme="minorHAnsi"/>
          <w:b/>
          <w:sz w:val="20"/>
        </w:rPr>
        <w:t xml:space="preserve"> a w szczególności do: </w:t>
      </w:r>
    </w:p>
    <w:p w14:paraId="4282D848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30B016D4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Zapewnienia wyżej wymienionym informacjom ochrony przed nieuprawnionym ujawnieniem, upublicznieniem, udostępnieniem lub utratą;  </w:t>
      </w:r>
    </w:p>
    <w:p w14:paraId="6E68803B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3A0C40A2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Zapłacenia na rzecz PGE Dystrybucja S.A. kary umownej </w:t>
      </w:r>
      <w:r>
        <w:rPr>
          <w:rFonts w:eastAsia="Calibri" w:cstheme="minorHAnsi"/>
          <w:sz w:val="20"/>
        </w:rPr>
        <w:t>określonej w umowie</w:t>
      </w:r>
      <w:r w:rsidRPr="009C2468">
        <w:rPr>
          <w:rFonts w:eastAsia="Calibri" w:cstheme="minorHAnsi"/>
          <w:sz w:val="20"/>
        </w:rPr>
        <w:t xml:space="preserve"> w przypadku naruszenia zobowiązań niniejszego Oświadczenia o zachowaniu poufności i nieujawnianiu informacji. Zapłata kary umownej nie wyłącza prawa Zamawiającego do dochodzenia odszkodowania na zasadach ogólnych.</w:t>
      </w:r>
    </w:p>
    <w:p w14:paraId="03186198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ind w:left="360"/>
        <w:contextualSpacing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 </w:t>
      </w:r>
    </w:p>
    <w:p w14:paraId="5964B66B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Zobowiązujemy się dochować powyższych wymogów zarówno w trakcie prowadzenia postępowania, jak i po jego zakończeniu.</w:t>
      </w:r>
    </w:p>
    <w:p w14:paraId="07B71B8A" w14:textId="77777777" w:rsidR="000A3099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</w:t>
      </w:r>
      <w:r w:rsidRPr="007B5C8C">
        <w:rPr>
          <w:rFonts w:eastAsia="Calibri" w:cstheme="minorHAnsi"/>
          <w:sz w:val="20"/>
        </w:rPr>
        <w:t>.).</w:t>
      </w:r>
    </w:p>
    <w:p w14:paraId="16A8407F" w14:textId="77777777" w:rsidR="000A3099" w:rsidRDefault="000A3099" w:rsidP="000A3099">
      <w:pPr>
        <w:rPr>
          <w:rFonts w:cstheme="minorHAnsi"/>
        </w:rPr>
      </w:pPr>
    </w:p>
    <w:p w14:paraId="4FBF06ED" w14:textId="77777777" w:rsidR="000A3099" w:rsidRPr="009C2468" w:rsidRDefault="000A3099" w:rsidP="000A3099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6E79942D" w14:textId="77777777" w:rsidR="000A3099" w:rsidRDefault="000A3099" w:rsidP="000A3099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E7FD1">
        <w:rPr>
          <w:rFonts w:cstheme="minorHAnsi"/>
          <w:i/>
          <w:sz w:val="16"/>
          <w:szCs w:val="16"/>
        </w:rPr>
        <w:t>Data i podpis osoby/osób umocowanej(ych) do złożenia podpisu w imieniu Podmiotu udostępniającego zasoby</w:t>
      </w:r>
    </w:p>
    <w:p w14:paraId="3F12103F" w14:textId="77550738" w:rsidR="000B53B2" w:rsidRDefault="000B53B2" w:rsidP="000A3099">
      <w:pPr>
        <w:ind w:right="68"/>
        <w:rPr>
          <w:rFonts w:cstheme="minorHAnsi"/>
          <w:i/>
          <w:sz w:val="16"/>
          <w:szCs w:val="16"/>
        </w:rPr>
      </w:pPr>
    </w:p>
    <w:p w14:paraId="73BE78E9" w14:textId="6606BB47" w:rsidR="000A3099" w:rsidRDefault="000A3099" w:rsidP="000A3099">
      <w:pPr>
        <w:ind w:right="68"/>
        <w:rPr>
          <w:rFonts w:cstheme="minorHAnsi"/>
          <w:i/>
          <w:sz w:val="16"/>
          <w:szCs w:val="16"/>
        </w:rPr>
      </w:pPr>
    </w:p>
    <w:p w14:paraId="2B4B8476" w14:textId="77777777" w:rsidR="001F5E25" w:rsidRDefault="001F5E25" w:rsidP="000A3099">
      <w:pPr>
        <w:ind w:right="68"/>
        <w:rPr>
          <w:rFonts w:cstheme="minorHAnsi"/>
          <w:i/>
          <w:sz w:val="16"/>
          <w:szCs w:val="16"/>
        </w:rPr>
      </w:pPr>
    </w:p>
    <w:p w14:paraId="5E9BE20E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1D3C15C5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B53B2" w:rsidRPr="003C16EE" w14:paraId="69FA65EE" w14:textId="77777777" w:rsidTr="00C73AFF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51BE283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9CD7B0E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AF69C28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01D17CBB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CAACF60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FE26D9F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2BC7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B6041EA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6CD98EE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870C417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91F9A33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6C6B431B" w14:textId="77777777" w:rsidR="000B53B2" w:rsidRPr="003C16EE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462556DE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218262B5" w14:textId="77777777" w:rsidR="000B53B2" w:rsidRPr="00381365" w:rsidRDefault="000B53B2" w:rsidP="000B53B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22118E5A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168EC8F2" w14:textId="059C0F77" w:rsidR="000B53B2" w:rsidRPr="00381365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2E308B" w:rsidRPr="00870CC4">
        <w:rPr>
          <w:rFonts w:cstheme="minorHAnsi"/>
          <w:noProof/>
          <w:lang w:eastAsia="pl-PL"/>
        </w:rPr>
        <w:t>POST/DYS/OW/GZ/04467/2025</w:t>
      </w:r>
      <w:r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nazwa_post </w:instrText>
      </w:r>
      <w:r>
        <w:rPr>
          <w:rFonts w:cstheme="minorHAnsi"/>
        </w:rPr>
        <w:fldChar w:fldCharType="separate"/>
      </w:r>
      <w:r w:rsidR="002E308B" w:rsidRPr="00870CC4">
        <w:rPr>
          <w:rFonts w:cstheme="minorHAnsi"/>
          <w:noProof/>
        </w:rPr>
        <w:t>Roboty budowlane w celu przyłączenia do sieci elektroenergetycznej Kontrahentów w podziale na 6 zadań w miejscowościach Królewiec, Lubomin, Cierpięta, Leonów, Mińsk Mazowiecki ul.Dąbrówki, Siennica ul.Kołbielska (P4_2025 RE Mińsk Mazowiecki)</w:t>
      </w:r>
      <w:r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7EBFB2DE" w14:textId="77777777" w:rsidR="000B53B2" w:rsidRDefault="000B53B2" w:rsidP="000B53B2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0B53B2" w:rsidRPr="00381365" w14:paraId="6D64AD03" w14:textId="77777777" w:rsidTr="00C73AFF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B3DEF61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215121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0B53B2" w:rsidRPr="00381365" w14:paraId="52D6AC52" w14:textId="77777777" w:rsidTr="00C73AFF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3B0F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88B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4B568F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4F66F866" w14:textId="77777777" w:rsidTr="00C73AFF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964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655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262E0AF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DF98539" w14:textId="77777777" w:rsidTr="00C73AFF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3F0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DC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7E6D9BA8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E35E3E9" w14:textId="77777777" w:rsidTr="00C73AFF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C05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E6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49B8B2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BA1110A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10A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9FB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0AFA33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7E2F2A4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8BDE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985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50A93F01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FE7062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38EC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8A2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1A60D563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744727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52E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182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584702D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2AA0AEB0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F0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766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38623539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0404CE2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6DC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5A75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4168102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2F18C7B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5417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D5F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6A4D35E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BB7C905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7C3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2CE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47EF8B1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329EAD1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B296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24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5A142DB2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0FEFB6BC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3603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BBA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61F1AF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199B80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124D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032A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4817516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4135AA74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42D8E9AD" w14:textId="77777777" w:rsidR="000B53B2" w:rsidRDefault="000B53B2" w:rsidP="000B53B2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16895AE8" w14:textId="77777777" w:rsidR="000B53B2" w:rsidRDefault="000B53B2" w:rsidP="000B53B2">
      <w:pPr>
        <w:rPr>
          <w:rFonts w:cstheme="minorHAnsi"/>
        </w:rPr>
      </w:pPr>
    </w:p>
    <w:p w14:paraId="2E712D94" w14:textId="77777777" w:rsidR="000B53B2" w:rsidRDefault="000B53B2" w:rsidP="000B53B2">
      <w:pPr>
        <w:rPr>
          <w:rFonts w:cstheme="minorHAnsi"/>
        </w:rPr>
      </w:pPr>
    </w:p>
    <w:p w14:paraId="46EE628D" w14:textId="77777777" w:rsidR="000B53B2" w:rsidRDefault="000B53B2" w:rsidP="000B53B2">
      <w:pPr>
        <w:rPr>
          <w:rFonts w:cstheme="minorHAnsi"/>
        </w:rPr>
      </w:pPr>
    </w:p>
    <w:p w14:paraId="4247A89E" w14:textId="77777777" w:rsidR="000B53B2" w:rsidRDefault="000B53B2" w:rsidP="000B53B2">
      <w:pPr>
        <w:rPr>
          <w:rFonts w:cstheme="minorHAnsi"/>
        </w:rPr>
      </w:pPr>
    </w:p>
    <w:p w14:paraId="521C96BB" w14:textId="77777777" w:rsidR="000B53B2" w:rsidRDefault="000B53B2" w:rsidP="000B53B2">
      <w:pPr>
        <w:rPr>
          <w:rFonts w:cstheme="minorHAnsi"/>
        </w:rPr>
      </w:pPr>
    </w:p>
    <w:p w14:paraId="2DCF5BE7" w14:textId="77777777" w:rsidR="000B53B2" w:rsidRDefault="000B53B2" w:rsidP="000B53B2">
      <w:pPr>
        <w:rPr>
          <w:rFonts w:cstheme="minorHAnsi"/>
        </w:rPr>
      </w:pPr>
    </w:p>
    <w:p w14:paraId="070569D7" w14:textId="77777777" w:rsidR="000B53B2" w:rsidRPr="009C2468" w:rsidRDefault="000B53B2" w:rsidP="000B53B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75BA0411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7E9E1411" w14:textId="7C3AEB6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5BBFC3B3" w14:textId="77777777" w:rsidR="000B53B2" w:rsidRPr="00A62B4C" w:rsidRDefault="000B53B2" w:rsidP="000B53B2">
      <w:pPr>
        <w:tabs>
          <w:tab w:val="left" w:pos="8509"/>
        </w:tabs>
        <w:ind w:firstLine="5954"/>
        <w:rPr>
          <w:rFonts w:ascii="Verdana" w:eastAsia="Verdana" w:hAnsi="Verdana" w:cs="Times New Roman"/>
        </w:rPr>
      </w:pPr>
    </w:p>
    <w:sectPr w:rsidR="000B53B2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C73AFF" w:rsidRDefault="00C73AFF" w:rsidP="00582CE9">
      <w:pPr>
        <w:spacing w:after="0"/>
      </w:pPr>
      <w:r>
        <w:separator/>
      </w:r>
    </w:p>
  </w:endnote>
  <w:endnote w:type="continuationSeparator" w:id="0">
    <w:p w14:paraId="58927104" w14:textId="77777777" w:rsidR="00C73AFF" w:rsidRDefault="00C73AF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9B4DAE1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A3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73AFF" w:rsidRDefault="00C73A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73AFF" w:rsidRDefault="00C73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C73AFF" w:rsidRDefault="00C73AFF" w:rsidP="00582CE9">
      <w:pPr>
        <w:spacing w:after="0"/>
      </w:pPr>
      <w:r>
        <w:separator/>
      </w:r>
    </w:p>
  </w:footnote>
  <w:footnote w:type="continuationSeparator" w:id="0">
    <w:p w14:paraId="5681B395" w14:textId="77777777" w:rsidR="00C73AFF" w:rsidRDefault="00C73AFF" w:rsidP="00582CE9">
      <w:pPr>
        <w:spacing w:after="0"/>
      </w:pPr>
      <w:r>
        <w:continuationSeparator/>
      </w:r>
    </w:p>
  </w:footnote>
  <w:footnote w:id="1">
    <w:p w14:paraId="679895A9" w14:textId="77777777" w:rsidR="00C73AFF" w:rsidRPr="00B67D39" w:rsidRDefault="00C73AFF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C73AFF" w:rsidRPr="00F2601C" w:rsidRDefault="00C73AFF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25EF92C7" w14:textId="77777777" w:rsidR="00C73AFF" w:rsidRPr="00B67D39" w:rsidRDefault="00C73AFF" w:rsidP="00CF1059">
      <w:pPr>
        <w:pStyle w:val="Tekstprzypisudolnego"/>
        <w:ind w:right="-3"/>
        <w:rPr>
          <w:rFonts w:asciiTheme="minorHAnsi" w:hAnsiTheme="minorHAnsi"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 xml:space="preserve">Wskazać właściwe. </w:t>
      </w:r>
      <w:r w:rsidRPr="00B67D39">
        <w:rPr>
          <w:rFonts w:asciiTheme="minorHAnsi" w:hAnsiTheme="minorHAnsi" w:cs="Calibri"/>
          <w:sz w:val="16"/>
          <w:szCs w:val="16"/>
        </w:rPr>
        <w:t>Brak wskazania będzie rozumiane jako brak polegania na zasobach podmiotów udostepniających zasoby</w:t>
      </w:r>
    </w:p>
  </w:footnote>
  <w:footnote w:id="4">
    <w:p w14:paraId="72DEB574" w14:textId="77777777" w:rsidR="00C73AFF" w:rsidRPr="001A6201" w:rsidRDefault="00C73AFF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C73AFF" w:rsidRPr="00B67D39" w:rsidRDefault="00C73AFF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C73AFF" w:rsidRPr="00B67D39" w:rsidRDefault="00C73AFF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C73AFF" w:rsidRDefault="00C73AFF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1307AD99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9B78A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6F6FC59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2DFB99BB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28456231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08D4C1AE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516D573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07812F" w14:textId="77777777" w:rsidR="00C73AFF" w:rsidRPr="00872F1F" w:rsidRDefault="00C73AFF" w:rsidP="000B53B2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F3AAD7" w14:textId="77777777" w:rsidR="00C73AFF" w:rsidRPr="00872F1F" w:rsidRDefault="00C73AFF" w:rsidP="000B53B2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73AFF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4867887A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2E308B" w:rsidRPr="00870CC4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POST/DYS/OW/GZ/04467/2025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360E2155" w:rsidR="00C73AFF" w:rsidRPr="006B2C28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2E308B" w:rsidRPr="00870CC4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POST/DYS/OW/GZ/04467/2025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7502FF7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280DF8A" w:rsidR="00C73AFF" w:rsidRDefault="00C73AFF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73AFF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73AFF" w:rsidRDefault="00C73A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19"/>
  </w:num>
  <w:num w:numId="6">
    <w:abstractNumId w:val="19"/>
  </w:num>
  <w:num w:numId="7">
    <w:abstractNumId w:val="3"/>
  </w:num>
  <w:num w:numId="8">
    <w:abstractNumId w:val="28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7"/>
  </w:num>
  <w:num w:numId="14">
    <w:abstractNumId w:val="23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5"/>
  </w:num>
  <w:num w:numId="23">
    <w:abstractNumId w:val="10"/>
  </w:num>
  <w:num w:numId="24">
    <w:abstractNumId w:val="22"/>
  </w:num>
  <w:num w:numId="25">
    <w:abstractNumId w:val="26"/>
  </w:num>
  <w:num w:numId="26">
    <w:abstractNumId w:val="2"/>
  </w:num>
  <w:num w:numId="27">
    <w:abstractNumId w:val="25"/>
  </w:num>
  <w:num w:numId="28">
    <w:abstractNumId w:val="24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1"/>
  </w:num>
  <w:num w:numId="3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97C8B"/>
    <w:rsid w:val="000A3099"/>
    <w:rsid w:val="000B0DBD"/>
    <w:rsid w:val="000B53B2"/>
    <w:rsid w:val="000C47A9"/>
    <w:rsid w:val="000C679C"/>
    <w:rsid w:val="000D42BE"/>
    <w:rsid w:val="000D5886"/>
    <w:rsid w:val="000D6C8E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5E25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DD6"/>
    <w:rsid w:val="002A3129"/>
    <w:rsid w:val="002A48F7"/>
    <w:rsid w:val="002B5C62"/>
    <w:rsid w:val="002C470F"/>
    <w:rsid w:val="002D4CAD"/>
    <w:rsid w:val="002E308B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6A39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6AE9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37A87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483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4C9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1CE0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AFF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67E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2FB0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3, 4, 7, 8, 11, 12 do SWZ.docx</dmsv2BaseFileName>
    <dmsv2BaseDisplayName xmlns="http://schemas.microsoft.com/sharepoint/v3">Załącznik nr 3, 4, 7, 8, 11, 12 do SWZ</dmsv2BaseDisplayName>
    <dmsv2SWPP2ObjectNumber xmlns="http://schemas.microsoft.com/sharepoint/v3">POST/DYS/OW/GZ/04467/2025                         </dmsv2SWPP2ObjectNumber>
    <dmsv2SWPP2SumMD5 xmlns="http://schemas.microsoft.com/sharepoint/v3">d8366ffc55e48879838c803fa7400655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701472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23968447</dmsv2BaseClientSystemDocumentID>
    <dmsv2BaseModifiedByID xmlns="http://schemas.microsoft.com/sharepoint/v3">11900488</dmsv2BaseModifiedByID>
    <dmsv2BaseCreatedByID xmlns="http://schemas.microsoft.com/sharepoint/v3">11900488</dmsv2BaseCreatedByID>
    <dmsv2SWPP2ObjectDepartment xmlns="http://schemas.microsoft.com/sharepoint/v3">00000001000700050000000f00000004</dmsv2SWPP2ObjectDepartment>
    <dmsv2SWPP2ObjectName xmlns="http://schemas.microsoft.com/sharepoint/v3">Postępowanie</dmsv2SWPP2ObjectName>
    <_dlc_DocId xmlns="a19cb1c7-c5c7-46d4-85ae-d83685407bba">JEUP5JKVCYQC-91331814-19736</_dlc_DocId>
    <_dlc_DocIdUrl xmlns="a19cb1c7-c5c7-46d4-85ae-d83685407bba">
      <Url>https://swpp2.dms.gkpge.pl/sites/41/_layouts/15/DocIdRedir.aspx?ID=JEUP5JKVCYQC-91331814-19736</Url>
      <Description>JEUP5JKVCYQC-91331814-19736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FA61FF-D5F8-489E-9F17-DB3067D7F82C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35FCF32-E72A-4198-AF60-9DF4C022FCA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66E9866-6807-4771-8582-D0C03A7EB64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11</Pages>
  <Words>3484</Words>
  <Characters>20905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Skomorucha Kamil [PGE Dystr. O.Warszawa]</cp:lastModifiedBy>
  <cp:revision>2</cp:revision>
  <cp:lastPrinted>2024-07-15T11:21:00Z</cp:lastPrinted>
  <dcterms:created xsi:type="dcterms:W3CDTF">2025-12-11T09:44:00Z</dcterms:created>
  <dcterms:modified xsi:type="dcterms:W3CDTF">2025-12-11T09:44:00Z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7a061ba3-597a-45dd-a690-f765e4a5c790</vt:lpwstr>
  </property>
</Properties>
</file>